
<file path=[Content_Types].xml><?xml version="1.0" encoding="utf-8"?>
<Types xmlns="http://schemas.openxmlformats.org/package/2006/content-types">
  <Default Extension="png" ContentType="image/png"/>
  <Default Extension="emf" ContentType="image/x-emf"/>
  <Default Extension="xls" ContentType="application/vnd.ms-exce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B0D" w:rsidRDefault="00335B0D">
      <w:pPr>
        <w:pStyle w:val="Prosttext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proofErr w:type="gramStart"/>
      <w:r>
        <w:rPr>
          <w:rFonts w:ascii="Arial" w:hAnsi="Arial" w:cs="Arial"/>
          <w:b/>
          <w:bCs/>
          <w:i/>
          <w:iCs/>
          <w:sz w:val="24"/>
          <w:szCs w:val="24"/>
          <w:u w:val="single"/>
        </w:rPr>
        <w:t>OBSAH   DOKUMENTACE</w:t>
      </w:r>
      <w:proofErr w:type="gramEnd"/>
    </w:p>
    <w:p w:rsidR="00335B0D" w:rsidRDefault="00335B0D">
      <w:pPr>
        <w:pStyle w:val="Prosttext"/>
        <w:rPr>
          <w:rFonts w:ascii="Arial" w:hAnsi="Arial" w:cs="Arial"/>
          <w:b/>
          <w:bCs/>
          <w:sz w:val="24"/>
          <w:szCs w:val="24"/>
        </w:rPr>
      </w:pPr>
    </w:p>
    <w:p w:rsidR="00335B0D" w:rsidRDefault="00335B0D">
      <w:pPr>
        <w:pStyle w:val="Prosttex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TEXTOVÁ ČÁST</w:t>
      </w:r>
    </w:p>
    <w:p w:rsidR="00335B0D" w:rsidRDefault="00335B0D">
      <w:pPr>
        <w:pStyle w:val="Prosttext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335B0D" w:rsidRDefault="00EE1A1C">
      <w:pPr>
        <w:pStyle w:val="Obsah3"/>
        <w:tabs>
          <w:tab w:val="right" w:leader="dot" w:pos="9062"/>
        </w:tabs>
        <w:rPr>
          <w:noProof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/>
      </w:r>
      <w:r w:rsidR="00335B0D">
        <w:rPr>
          <w:rFonts w:ascii="Arial" w:hAnsi="Arial" w:cs="Arial"/>
          <w:sz w:val="24"/>
          <w:szCs w:val="24"/>
        </w:rPr>
        <w:instrText xml:space="preserve"> TOC \o "1-3" \n \h \z </w:instrText>
      </w:r>
      <w:r>
        <w:rPr>
          <w:rFonts w:ascii="Arial" w:hAnsi="Arial" w:cs="Arial"/>
          <w:sz w:val="24"/>
          <w:szCs w:val="24"/>
        </w:rPr>
        <w:fldChar w:fldCharType="separate"/>
      </w:r>
      <w:hyperlink w:anchor="_Toc144796972" w:history="1">
        <w:r w:rsidR="00335B0D">
          <w:rPr>
            <w:rStyle w:val="Hypertextovodkaz"/>
            <w:noProof/>
          </w:rPr>
          <w:t>Předmět a rozsah projektu</w:t>
        </w:r>
      </w:hyperlink>
    </w:p>
    <w:p w:rsidR="00335B0D" w:rsidRDefault="001B31CD">
      <w:pPr>
        <w:pStyle w:val="Obsah3"/>
        <w:tabs>
          <w:tab w:val="right" w:leader="dot" w:pos="9062"/>
        </w:tabs>
        <w:rPr>
          <w:noProof/>
          <w:sz w:val="24"/>
          <w:szCs w:val="24"/>
        </w:rPr>
      </w:pPr>
      <w:hyperlink w:anchor="_Toc144796973" w:history="1">
        <w:r w:rsidR="00335B0D">
          <w:rPr>
            <w:rStyle w:val="Hypertextovodkaz"/>
            <w:noProof/>
          </w:rPr>
          <w:t>Výchozí podklady</w:t>
        </w:r>
      </w:hyperlink>
    </w:p>
    <w:p w:rsidR="00335B0D" w:rsidRDefault="001B31CD">
      <w:pPr>
        <w:pStyle w:val="Obsah3"/>
        <w:tabs>
          <w:tab w:val="right" w:leader="dot" w:pos="9062"/>
        </w:tabs>
        <w:rPr>
          <w:noProof/>
          <w:sz w:val="24"/>
          <w:szCs w:val="24"/>
        </w:rPr>
      </w:pPr>
      <w:hyperlink w:anchor="_Toc144796974" w:history="1">
        <w:r w:rsidR="00335B0D">
          <w:rPr>
            <w:rStyle w:val="Hypertextovodkaz"/>
            <w:noProof/>
          </w:rPr>
          <w:t>Základní údaje</w:t>
        </w:r>
      </w:hyperlink>
    </w:p>
    <w:p w:rsidR="00335B0D" w:rsidRDefault="001B31CD">
      <w:pPr>
        <w:pStyle w:val="Obsah3"/>
        <w:tabs>
          <w:tab w:val="right" w:leader="dot" w:pos="9062"/>
        </w:tabs>
        <w:rPr>
          <w:noProof/>
          <w:sz w:val="24"/>
          <w:szCs w:val="24"/>
        </w:rPr>
      </w:pPr>
      <w:hyperlink w:anchor="_Toc144796975" w:history="1">
        <w:r w:rsidR="00335B0D">
          <w:rPr>
            <w:rStyle w:val="Hypertextovodkaz"/>
            <w:noProof/>
          </w:rPr>
          <w:t>Výpočtová část</w:t>
        </w:r>
      </w:hyperlink>
    </w:p>
    <w:p w:rsidR="00335B0D" w:rsidRDefault="001B31CD">
      <w:pPr>
        <w:pStyle w:val="Obsah3"/>
        <w:tabs>
          <w:tab w:val="right" w:leader="dot" w:pos="9062"/>
        </w:tabs>
        <w:rPr>
          <w:noProof/>
          <w:sz w:val="24"/>
          <w:szCs w:val="24"/>
        </w:rPr>
      </w:pPr>
      <w:hyperlink w:anchor="_Toc144796976" w:history="1">
        <w:r w:rsidR="00335B0D">
          <w:rPr>
            <w:rStyle w:val="Hypertextovodkaz"/>
            <w:noProof/>
          </w:rPr>
          <w:t>Popis řešení</w:t>
        </w:r>
      </w:hyperlink>
    </w:p>
    <w:p w:rsidR="00335B0D" w:rsidRDefault="001B31CD">
      <w:pPr>
        <w:pStyle w:val="Obsah3"/>
        <w:tabs>
          <w:tab w:val="right" w:leader="dot" w:pos="9062"/>
        </w:tabs>
        <w:rPr>
          <w:noProof/>
          <w:sz w:val="24"/>
          <w:szCs w:val="24"/>
        </w:rPr>
      </w:pPr>
      <w:hyperlink w:anchor="_Toc144796977" w:history="1">
        <w:r w:rsidR="00335B0D">
          <w:rPr>
            <w:rStyle w:val="Hypertextovodkaz"/>
            <w:noProof/>
          </w:rPr>
          <w:t>Opatření z hlediska ochrany životního prostředí</w:t>
        </w:r>
      </w:hyperlink>
    </w:p>
    <w:p w:rsidR="00335B0D" w:rsidRDefault="001B31CD">
      <w:pPr>
        <w:pStyle w:val="Obsah3"/>
        <w:tabs>
          <w:tab w:val="right" w:leader="dot" w:pos="9062"/>
        </w:tabs>
        <w:rPr>
          <w:noProof/>
          <w:sz w:val="24"/>
          <w:szCs w:val="24"/>
        </w:rPr>
      </w:pPr>
      <w:hyperlink w:anchor="_Toc144796978" w:history="1">
        <w:r w:rsidR="00335B0D">
          <w:rPr>
            <w:rStyle w:val="Hypertextovodkaz"/>
            <w:noProof/>
          </w:rPr>
          <w:t>Ochrana zdraví a bezpečnost zdraví práci</w:t>
        </w:r>
      </w:hyperlink>
    </w:p>
    <w:p w:rsidR="00335B0D" w:rsidRDefault="001B31CD">
      <w:pPr>
        <w:pStyle w:val="Obsah3"/>
        <w:tabs>
          <w:tab w:val="right" w:leader="dot" w:pos="9062"/>
        </w:tabs>
        <w:rPr>
          <w:noProof/>
          <w:sz w:val="24"/>
          <w:szCs w:val="24"/>
        </w:rPr>
      </w:pPr>
      <w:hyperlink w:anchor="_Toc144796979" w:history="1">
        <w:r w:rsidR="00335B0D">
          <w:rPr>
            <w:rStyle w:val="Hypertextovodkaz"/>
            <w:noProof/>
          </w:rPr>
          <w:t>Dodavatel</w:t>
        </w:r>
      </w:hyperlink>
    </w:p>
    <w:p w:rsidR="00335B0D" w:rsidRDefault="001B31CD">
      <w:pPr>
        <w:pStyle w:val="Obsah3"/>
        <w:tabs>
          <w:tab w:val="right" w:leader="dot" w:pos="9062"/>
        </w:tabs>
        <w:rPr>
          <w:rStyle w:val="Hypertextovodkaz"/>
          <w:noProof/>
        </w:rPr>
      </w:pPr>
      <w:hyperlink w:anchor="_Toc144796980" w:history="1">
        <w:r w:rsidR="00335B0D">
          <w:rPr>
            <w:rStyle w:val="Hypertextovodkaz"/>
            <w:noProof/>
          </w:rPr>
          <w:t>Výpis základního materiálu</w:t>
        </w:r>
      </w:hyperlink>
    </w:p>
    <w:p w:rsidR="00335B0D" w:rsidRDefault="00335B0D"/>
    <w:p w:rsidR="00335B0D" w:rsidRDefault="00EE1A1C">
      <w:pPr>
        <w:pStyle w:val="Prosttex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end"/>
      </w:r>
      <w:r w:rsidR="00335B0D">
        <w:rPr>
          <w:rFonts w:ascii="Arial" w:hAnsi="Arial" w:cs="Arial"/>
          <w:b/>
          <w:bCs/>
          <w:sz w:val="24"/>
          <w:szCs w:val="24"/>
        </w:rPr>
        <w:t>VÝKRESOVÁ ČÁST…………………………</w:t>
      </w:r>
      <w:r w:rsidR="00C83351">
        <w:rPr>
          <w:rFonts w:ascii="Arial" w:hAnsi="Arial" w:cs="Arial"/>
          <w:b/>
          <w:bCs/>
          <w:sz w:val="24"/>
          <w:szCs w:val="24"/>
        </w:rPr>
        <w:t>..</w:t>
      </w:r>
      <w:r w:rsidR="00335B0D">
        <w:rPr>
          <w:rFonts w:ascii="Arial" w:hAnsi="Arial" w:cs="Arial"/>
          <w:b/>
          <w:bCs/>
          <w:sz w:val="24"/>
          <w:szCs w:val="24"/>
        </w:rPr>
        <w:t>…</w:t>
      </w:r>
      <w:proofErr w:type="gramStart"/>
      <w:r w:rsidR="009A76D7">
        <w:rPr>
          <w:rFonts w:ascii="Arial" w:hAnsi="Arial" w:cs="Arial"/>
          <w:b/>
          <w:bCs/>
          <w:sz w:val="24"/>
          <w:szCs w:val="24"/>
        </w:rPr>
        <w:t>D1.4</w:t>
      </w:r>
      <w:r w:rsidR="001E6F36">
        <w:rPr>
          <w:rFonts w:ascii="Arial" w:hAnsi="Arial" w:cs="Arial"/>
          <w:b/>
          <w:bCs/>
          <w:sz w:val="24"/>
          <w:szCs w:val="24"/>
        </w:rPr>
        <w:t>.</w:t>
      </w:r>
      <w:r w:rsidR="00C83351">
        <w:rPr>
          <w:rFonts w:ascii="Arial" w:hAnsi="Arial" w:cs="Arial"/>
          <w:b/>
          <w:bCs/>
          <w:sz w:val="24"/>
          <w:szCs w:val="24"/>
        </w:rPr>
        <w:t>1</w:t>
      </w:r>
      <w:proofErr w:type="gramEnd"/>
      <w:r w:rsidR="00C83351">
        <w:rPr>
          <w:rFonts w:ascii="Arial" w:hAnsi="Arial" w:cs="Arial"/>
          <w:b/>
          <w:bCs/>
          <w:sz w:val="24"/>
          <w:szCs w:val="24"/>
        </w:rPr>
        <w:t>..........Situace VO</w:t>
      </w:r>
    </w:p>
    <w:p w:rsidR="00C83351" w:rsidRDefault="00C83351">
      <w:pPr>
        <w:pStyle w:val="Prosttex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 w:rsidR="00271EF7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D1.4.2</w:t>
      </w:r>
      <w:proofErr w:type="gramEnd"/>
      <w:r>
        <w:rPr>
          <w:rFonts w:ascii="Arial" w:hAnsi="Arial" w:cs="Arial"/>
          <w:b/>
          <w:bCs/>
          <w:sz w:val="24"/>
          <w:szCs w:val="24"/>
        </w:rPr>
        <w:t>...........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Schema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VO</w:t>
      </w:r>
    </w:p>
    <w:p w:rsidR="00335B0D" w:rsidRDefault="00335B0D">
      <w:pPr>
        <w:pStyle w:val="Prosttex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----------------------------------------------------------------------------------------------------------------------------------</w:t>
      </w:r>
    </w:p>
    <w:p w:rsidR="00335B0D" w:rsidRDefault="00335B0D">
      <w:pPr>
        <w:pStyle w:val="Prosttext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TEXTOVÁ ČÁST</w:t>
      </w:r>
    </w:p>
    <w:p w:rsidR="00335B0D" w:rsidRDefault="00335B0D">
      <w:pPr>
        <w:pStyle w:val="Prosttext"/>
        <w:jc w:val="both"/>
        <w:rPr>
          <w:sz w:val="24"/>
          <w:szCs w:val="24"/>
        </w:rPr>
      </w:pPr>
    </w:p>
    <w:p w:rsidR="00335B0D" w:rsidRDefault="00335B0D">
      <w:pPr>
        <w:pStyle w:val="Nadpis3"/>
      </w:pPr>
      <w:bookmarkStart w:id="0" w:name="_Toc144796972"/>
      <w:r>
        <w:t>Předmět a rozsah projektu</w:t>
      </w:r>
      <w:bookmarkEnd w:id="0"/>
    </w:p>
    <w:p w:rsidR="00335B0D" w:rsidRDefault="00BF3AD7">
      <w:pPr>
        <w:pStyle w:val="Techzprtext"/>
      </w:pPr>
      <w:r>
        <w:t xml:space="preserve">Předmětem projektu je </w:t>
      </w:r>
      <w:r w:rsidR="00335B0D">
        <w:t xml:space="preserve">veřejné osvětlení </w:t>
      </w:r>
      <w:r>
        <w:t xml:space="preserve">komunikace </w:t>
      </w:r>
      <w:r w:rsidR="00D97AB6">
        <w:t>Lipanská.</w:t>
      </w:r>
      <w:r w:rsidR="00335B0D">
        <w:t xml:space="preserve"> </w:t>
      </w:r>
    </w:p>
    <w:p w:rsidR="009A76D7" w:rsidRDefault="009A76D7">
      <w:pPr>
        <w:pStyle w:val="Nadpis3"/>
      </w:pPr>
      <w:bookmarkStart w:id="1" w:name="_Toc144796973"/>
    </w:p>
    <w:p w:rsidR="00335B0D" w:rsidRDefault="00335B0D">
      <w:pPr>
        <w:pStyle w:val="Nadpis3"/>
      </w:pPr>
      <w:r>
        <w:t>Výchozí podklady</w:t>
      </w:r>
      <w:bookmarkEnd w:id="1"/>
    </w:p>
    <w:p w:rsidR="00335B0D" w:rsidRDefault="00335B0D">
      <w:pPr>
        <w:pStyle w:val="Techzprtext"/>
      </w:pPr>
      <w:r>
        <w:t>Jako projektové podklady byl</w:t>
      </w:r>
      <w:r w:rsidR="009A76D7">
        <w:t>a</w:t>
      </w:r>
      <w:r>
        <w:t xml:space="preserve"> použit</w:t>
      </w:r>
      <w:r w:rsidR="009A76D7">
        <w:t xml:space="preserve">a situace zpracovaná </w:t>
      </w:r>
      <w:r w:rsidR="00C4234C">
        <w:t>fy REINVEST.</w:t>
      </w:r>
      <w:r>
        <w:t xml:space="preserve"> </w:t>
      </w:r>
    </w:p>
    <w:p w:rsidR="00BF3AD7" w:rsidRDefault="00BF3AD7">
      <w:pPr>
        <w:pStyle w:val="Techzprtext"/>
        <w:rPr>
          <w:u w:val="single"/>
        </w:rPr>
      </w:pPr>
    </w:p>
    <w:p w:rsidR="00335B0D" w:rsidRDefault="00335B0D">
      <w:pPr>
        <w:pStyle w:val="Techzprtext"/>
        <w:rPr>
          <w:u w:val="single"/>
        </w:rPr>
      </w:pPr>
      <w:r>
        <w:rPr>
          <w:u w:val="single"/>
        </w:rPr>
        <w:t xml:space="preserve">Zatřídění komunikací:  </w:t>
      </w:r>
    </w:p>
    <w:p w:rsidR="00335B0D" w:rsidRDefault="00C4234C">
      <w:pPr>
        <w:pStyle w:val="Techzprtext"/>
      </w:pPr>
      <w:r>
        <w:t>Komunikace byla zatříděna</w:t>
      </w:r>
      <w:r w:rsidR="009B4085">
        <w:t xml:space="preserve"> do třídy komunikace </w:t>
      </w:r>
      <w:r>
        <w:t>P4</w:t>
      </w:r>
      <w:r w:rsidR="009B4085">
        <w:t xml:space="preserve">, dle  CEN/TR 13 201-1 a ČSN EN 12 301-2 až </w:t>
      </w:r>
      <w:r>
        <w:t>5</w:t>
      </w:r>
      <w:r w:rsidR="009B4085">
        <w:t>.</w:t>
      </w:r>
    </w:p>
    <w:p w:rsidR="009B4085" w:rsidRDefault="009B4085">
      <w:pPr>
        <w:pStyle w:val="Techzprtext"/>
      </w:pPr>
    </w:p>
    <w:p w:rsidR="00335B0D" w:rsidRDefault="00335B0D">
      <w:pPr>
        <w:pStyle w:val="Nadpis3"/>
      </w:pPr>
      <w:bookmarkStart w:id="2" w:name="_Toc144796974"/>
      <w:r>
        <w:t>Základní údaje</w:t>
      </w:r>
      <w:bookmarkEnd w:id="2"/>
    </w:p>
    <w:p w:rsidR="00335B0D" w:rsidRDefault="00335B0D">
      <w:pPr>
        <w:pStyle w:val="Techzprtext"/>
      </w:pPr>
      <w:r>
        <w:t xml:space="preserve">Napěťová </w:t>
      </w:r>
      <w:proofErr w:type="gramStart"/>
      <w:r>
        <w:t>soustava : 3PEN</w:t>
      </w:r>
      <w:proofErr w:type="gramEnd"/>
      <w:r>
        <w:t xml:space="preserve"> ~ 50Hz, 400V/TN-C</w:t>
      </w:r>
    </w:p>
    <w:p w:rsidR="00335B0D" w:rsidRDefault="00335B0D">
      <w:pPr>
        <w:pStyle w:val="Techzprtext"/>
      </w:pPr>
      <w:r>
        <w:t xml:space="preserve">Ochrana před úrazem elektrickým proudem bude provedena dle ČSN 33 2000-4-41, samočinným odpojením od </w:t>
      </w:r>
      <w:proofErr w:type="gramStart"/>
      <w:r>
        <w:t>zdroje .</w:t>
      </w:r>
      <w:proofErr w:type="gramEnd"/>
    </w:p>
    <w:p w:rsidR="00335B0D" w:rsidRDefault="00335B0D">
      <w:pPr>
        <w:pStyle w:val="Techzprtext"/>
      </w:pPr>
      <w:r>
        <w:t>Prostředí - dle ČSN 33 2000-3 je venkovní - AB8, AD4.</w:t>
      </w:r>
    </w:p>
    <w:p w:rsidR="00335B0D" w:rsidRDefault="00335B0D">
      <w:pPr>
        <w:pStyle w:val="Techzprtext"/>
      </w:pPr>
      <w:r>
        <w:t>Zatížení větví VO</w:t>
      </w:r>
    </w:p>
    <w:bookmarkStart w:id="3" w:name="_MON_1558681359"/>
    <w:bookmarkEnd w:id="3"/>
    <w:p w:rsidR="00335B0D" w:rsidRDefault="001B5F45">
      <w:pPr>
        <w:pStyle w:val="Techzprtext"/>
      </w:pPr>
      <w:r>
        <w:object w:dxaOrig="2287" w:dyaOrig="15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4.55pt;height:75.6pt" o:ole="">
            <v:imagedata r:id="rId7" o:title=""/>
          </v:shape>
          <o:OLEObject Type="Embed" ProgID="Excel.Sheet.8" ShapeID="_x0000_i1025" DrawAspect="Content" ObjectID="_1630476818" r:id="rId8"/>
        </w:object>
      </w:r>
    </w:p>
    <w:p w:rsidR="00335B0D" w:rsidRDefault="00335B0D">
      <w:pPr>
        <w:pStyle w:val="Techzprtext"/>
      </w:pPr>
      <w:r>
        <w:t xml:space="preserve">Příkon elektrické </w:t>
      </w:r>
      <w:proofErr w:type="gramStart"/>
      <w:r>
        <w:t>energie  cca</w:t>
      </w:r>
      <w:proofErr w:type="gramEnd"/>
      <w:r>
        <w:t xml:space="preserve"> </w:t>
      </w:r>
      <w:r w:rsidR="001B5F45">
        <w:t>0,2</w:t>
      </w:r>
      <w:r w:rsidR="00304B0D">
        <w:t>0</w:t>
      </w:r>
      <w:r>
        <w:t>kW</w:t>
      </w:r>
      <w:r w:rsidR="001B5F45">
        <w:t>.</w:t>
      </w:r>
    </w:p>
    <w:p w:rsidR="00335B0D" w:rsidRDefault="00335B0D">
      <w:pPr>
        <w:pStyle w:val="Techzprtext"/>
      </w:pPr>
      <w:r>
        <w:t xml:space="preserve">Kladení kabelů </w:t>
      </w:r>
      <w:proofErr w:type="gramStart"/>
      <w:r>
        <w:t>dle  ČSN</w:t>
      </w:r>
      <w:proofErr w:type="gramEnd"/>
      <w:r>
        <w:t xml:space="preserve">  33 2000-5-52</w:t>
      </w:r>
    </w:p>
    <w:p w:rsidR="00335B0D" w:rsidRDefault="00335B0D">
      <w:pPr>
        <w:pStyle w:val="Techzprtext"/>
      </w:pPr>
      <w:r>
        <w:t xml:space="preserve">Prostorové uspořádání sítí dle ČSN 73 6005, s dodržením OP správců jednotlivých sítí. Provedení veř. </w:t>
      </w:r>
      <w:proofErr w:type="gramStart"/>
      <w:r>
        <w:t>osvětlení</w:t>
      </w:r>
      <w:proofErr w:type="gramEnd"/>
      <w:r>
        <w:t xml:space="preserve"> v souladu  s ČSN 360400, ČSN 360410</w:t>
      </w:r>
      <w:r w:rsidR="00304B0D">
        <w:t>.</w:t>
      </w:r>
    </w:p>
    <w:p w:rsidR="00335B0D" w:rsidRDefault="00335B0D">
      <w:pPr>
        <w:pStyle w:val="Techzprtext"/>
      </w:pPr>
      <w:r>
        <w:t xml:space="preserve">Kabely rozvodů </w:t>
      </w:r>
      <w:r w:rsidR="00D571FA">
        <w:t>VO CYKY - O 4x1</w:t>
      </w:r>
      <w:r w:rsidR="0024203F">
        <w:t>0</w:t>
      </w:r>
      <w:r w:rsidR="00D571FA">
        <w:t xml:space="preserve"> </w:t>
      </w:r>
      <w:r>
        <w:t>budou ukládány do země, pro stožáry a svítidla je nutné uvažovat jejich umístění ve venkovním prostředí, kde se uplatňují především vnější vlivy AD4, AB8.</w:t>
      </w:r>
    </w:p>
    <w:p w:rsidR="00335B0D" w:rsidRDefault="00335B0D">
      <w:pPr>
        <w:pStyle w:val="Techzprtext"/>
      </w:pPr>
      <w:r>
        <w:t>Stavba bude provedena podle českých státních</w:t>
      </w:r>
      <w:r w:rsidR="0024203F">
        <w:t xml:space="preserve"> norem a předpisů </w:t>
      </w:r>
      <w:proofErr w:type="gramStart"/>
      <w:r w:rsidR="0024203F">
        <w:t>provozovatele</w:t>
      </w:r>
      <w:r w:rsidR="001127C7">
        <w:t>,</w:t>
      </w:r>
      <w:r>
        <w:t xml:space="preserve">  především</w:t>
      </w:r>
      <w:proofErr w:type="gramEnd"/>
      <w:r>
        <w:t xml:space="preserve"> dle:</w:t>
      </w:r>
    </w:p>
    <w:p w:rsidR="001127C7" w:rsidRDefault="001127C7">
      <w:pPr>
        <w:pStyle w:val="Techzprtext"/>
      </w:pPr>
    </w:p>
    <w:p w:rsidR="00335B0D" w:rsidRDefault="00335B0D">
      <w:pPr>
        <w:pStyle w:val="Techzprtext"/>
      </w:pPr>
      <w:r>
        <w:t>ČSN 33 2000 - bezpečnostní předpisy pro elektrická zařízení</w:t>
      </w:r>
    </w:p>
    <w:p w:rsidR="00335B0D" w:rsidRDefault="00335B0D">
      <w:pPr>
        <w:pStyle w:val="Techzprtext"/>
      </w:pPr>
      <w:r>
        <w:t xml:space="preserve">ČSN 38 2153 - kladení sil. </w:t>
      </w:r>
      <w:proofErr w:type="gramStart"/>
      <w:r>
        <w:t>kabelů</w:t>
      </w:r>
      <w:proofErr w:type="gramEnd"/>
      <w:r>
        <w:t xml:space="preserve"> v tvárnicích</w:t>
      </w:r>
    </w:p>
    <w:p w:rsidR="00335B0D" w:rsidRDefault="00335B0D">
      <w:pPr>
        <w:pStyle w:val="Techzprtext"/>
      </w:pPr>
      <w:r>
        <w:t>ČSN 34 1390 - předpisy pro ochranu před bleskem</w:t>
      </w:r>
    </w:p>
    <w:p w:rsidR="00335B0D" w:rsidRDefault="00335B0D">
      <w:pPr>
        <w:pStyle w:val="Techzprtext"/>
      </w:pPr>
      <w:r>
        <w:t xml:space="preserve">ČSN 33 3015 - dimenzování el. </w:t>
      </w:r>
      <w:proofErr w:type="gramStart"/>
      <w:r>
        <w:t>zařízení</w:t>
      </w:r>
      <w:proofErr w:type="gramEnd"/>
      <w:r>
        <w:t xml:space="preserve"> podle účinku zkrat. proudu</w:t>
      </w:r>
    </w:p>
    <w:p w:rsidR="00335B0D" w:rsidRDefault="00335B0D">
      <w:pPr>
        <w:pStyle w:val="Techzprtext"/>
      </w:pPr>
      <w:r>
        <w:t>ČSN 73 6005 - prostorová úprava vedení technického vybavení</w:t>
      </w:r>
    </w:p>
    <w:p w:rsidR="00335B0D" w:rsidRDefault="00335B0D">
      <w:pPr>
        <w:pStyle w:val="Techzprtext"/>
      </w:pPr>
      <w:r>
        <w:t>ČSN 73 3050 - zemní práce</w:t>
      </w:r>
    </w:p>
    <w:p w:rsidR="00335B0D" w:rsidRDefault="00335B0D">
      <w:pPr>
        <w:pStyle w:val="Techzprtext"/>
      </w:pPr>
      <w:r>
        <w:t>ČSN 33 3020 - výpočet poměrů při zkrat. v trojfázové soustavě</w:t>
      </w:r>
    </w:p>
    <w:p w:rsidR="00335B0D" w:rsidRDefault="00335B0D">
      <w:pPr>
        <w:pStyle w:val="Techzprtext"/>
      </w:pPr>
      <w:r>
        <w:t xml:space="preserve">ČSN 33 3320 - el. </w:t>
      </w:r>
      <w:proofErr w:type="gramStart"/>
      <w:r>
        <w:t>přípojky</w:t>
      </w:r>
      <w:proofErr w:type="gramEnd"/>
    </w:p>
    <w:p w:rsidR="00C438E8" w:rsidRDefault="00335B0D">
      <w:pPr>
        <w:pStyle w:val="Techzprtext"/>
      </w:pPr>
      <w:r>
        <w:t xml:space="preserve">ČSN 36 0410 - osvětlení místních </w:t>
      </w:r>
      <w:proofErr w:type="gramStart"/>
      <w:r>
        <w:t>komunikací  ČSN</w:t>
      </w:r>
      <w:proofErr w:type="gramEnd"/>
      <w:r>
        <w:t xml:space="preserve">  EN 13201</w:t>
      </w:r>
    </w:p>
    <w:p w:rsidR="00C438E8" w:rsidRDefault="00C83351">
      <w:pPr>
        <w:pStyle w:val="Techzprtext"/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307975</wp:posOffset>
            </wp:positionH>
            <wp:positionV relativeFrom="margin">
              <wp:posOffset>12700</wp:posOffset>
            </wp:positionV>
            <wp:extent cx="5756910" cy="1367790"/>
            <wp:effectExtent l="19050" t="0" r="0" b="0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1367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38E8" w:rsidRDefault="00C83351">
      <w:pPr>
        <w:pStyle w:val="Techzprtext"/>
      </w:pPr>
      <w:r>
        <w:rPr>
          <w:noProof/>
        </w:rPr>
        <w:drawing>
          <wp:inline distT="0" distB="0" distL="0" distR="0">
            <wp:extent cx="5749925" cy="2778125"/>
            <wp:effectExtent l="19050" t="0" r="317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925" cy="277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B0D" w:rsidRDefault="00335B0D">
      <w:pPr>
        <w:pStyle w:val="Techzprtext"/>
      </w:pPr>
      <w:r>
        <w:t xml:space="preserve">Ochranné pásmo: Požadavek na ochranná pásma elektrických zařízení je dán zákonem č. 458/2000 Sb. </w:t>
      </w:r>
    </w:p>
    <w:p w:rsidR="00335B0D" w:rsidRDefault="00335B0D">
      <w:pPr>
        <w:pStyle w:val="Techzprtext"/>
      </w:pPr>
      <w:r>
        <w:t xml:space="preserve">Pro podzemní vedení kabely </w:t>
      </w:r>
      <w:proofErr w:type="spellStart"/>
      <w:r>
        <w:t>nn</w:t>
      </w:r>
      <w:proofErr w:type="spellEnd"/>
      <w:r>
        <w:t xml:space="preserve"> a VN s napětím do 110 kV: 1 m na každou stranu od krajního kabelu.</w:t>
      </w:r>
    </w:p>
    <w:p w:rsidR="00335B0D" w:rsidRDefault="00335B0D">
      <w:pPr>
        <w:pStyle w:val="Techzprtext"/>
      </w:pPr>
      <w:r>
        <w:t>Pro kompaktní a zděné trafostanice od 1 kV do 52 kV: 2 m od stanice.</w:t>
      </w:r>
    </w:p>
    <w:p w:rsidR="00335B0D" w:rsidRDefault="00335B0D">
      <w:pPr>
        <w:pStyle w:val="Techzprtext"/>
      </w:pPr>
      <w:r>
        <w:t xml:space="preserve">Vliv stavby na životní prostředí: kabely VO 1 kV budou ukládány do výkopů s pískovými loži, výkopek bude zpětně použit pro zához. Stavba kabelového vedení nebude mít po dokončení </w:t>
      </w:r>
      <w:proofErr w:type="gramStart"/>
      <w:r>
        <w:t>stavby  negativní</w:t>
      </w:r>
      <w:proofErr w:type="gramEnd"/>
      <w:r>
        <w:t xml:space="preserve"> vliv na životní prostředí. S odpady vzniklými při stavbě musí být nakládáno dle zákona o odpadech.</w:t>
      </w:r>
    </w:p>
    <w:p w:rsidR="00335B0D" w:rsidRDefault="00335B0D">
      <w:pPr>
        <w:pStyle w:val="Techzprtext"/>
      </w:pPr>
    </w:p>
    <w:p w:rsidR="00335B0D" w:rsidRDefault="00335B0D">
      <w:pPr>
        <w:pStyle w:val="Nadpis3"/>
      </w:pPr>
      <w:bookmarkStart w:id="4" w:name="_Toc144796976"/>
      <w:r>
        <w:t>Popis řešení</w:t>
      </w:r>
      <w:bookmarkEnd w:id="4"/>
    </w:p>
    <w:p w:rsidR="001E6F36" w:rsidRDefault="00CC332F">
      <w:pPr>
        <w:pStyle w:val="Techzprtext"/>
      </w:pPr>
      <w:r>
        <w:t xml:space="preserve">Jedná se o revitalizaci území, kde budou stávající stožáry VO nahrazeny novými v souladu s požadavky fy AVE (správce VO) a magistrátu města Kolína (zpracoval </w:t>
      </w:r>
      <w:proofErr w:type="spellStart"/>
      <w:r>
        <w:t>Artmetal</w:t>
      </w:r>
      <w:proofErr w:type="spellEnd"/>
      <w:r w:rsidR="001E6F36">
        <w:t xml:space="preserve"> </w:t>
      </w:r>
      <w:r>
        <w:t xml:space="preserve"> Čechy s.r.o.). Byla použita svítidla </w:t>
      </w:r>
      <w:r w:rsidR="001B5F45">
        <w:t>VOLTANA 2</w:t>
      </w:r>
      <w:r w:rsidR="005773C8">
        <w:t>, LED 20W</w:t>
      </w:r>
      <w:r>
        <w:t xml:space="preserve">, umístěná </w:t>
      </w:r>
      <w:proofErr w:type="gramStart"/>
      <w:r>
        <w:t xml:space="preserve">na </w:t>
      </w:r>
      <w:r w:rsidR="001127C7">
        <w:t>6</w:t>
      </w:r>
      <w:r>
        <w:t>-</w:t>
      </w:r>
      <w:r w:rsidR="001127C7">
        <w:t>t</w:t>
      </w:r>
      <w:r>
        <w:t>i</w:t>
      </w:r>
      <w:proofErr w:type="gramEnd"/>
      <w:r>
        <w:t xml:space="preserve"> metrových </w:t>
      </w:r>
      <w:proofErr w:type="spellStart"/>
      <w:r w:rsidR="006E0712">
        <w:t>bezpaticových</w:t>
      </w:r>
      <w:proofErr w:type="spellEnd"/>
      <w:r w:rsidR="006E0712">
        <w:t xml:space="preserve"> třístupňových </w:t>
      </w:r>
      <w:r>
        <w:t>stožárech.</w:t>
      </w:r>
    </w:p>
    <w:p w:rsidR="00335B0D" w:rsidRDefault="00D571FA">
      <w:pPr>
        <w:pStyle w:val="Techzprtext"/>
      </w:pPr>
      <w:r>
        <w:t xml:space="preserve">Propojení je provedeno kabely  CYKY - </w:t>
      </w:r>
      <w:r w:rsidR="005773C8">
        <w:t>O</w:t>
      </w:r>
      <w:r>
        <w:t xml:space="preserve"> </w:t>
      </w:r>
      <w:r w:rsidR="005773C8">
        <w:t>4</w:t>
      </w:r>
      <w:r>
        <w:t>x1</w:t>
      </w:r>
      <w:r w:rsidR="001B31CD">
        <w:t>0</w:t>
      </w:r>
      <w:r>
        <w:t xml:space="preserve">, </w:t>
      </w:r>
      <w:r w:rsidR="00335B0D">
        <w:t xml:space="preserve">souběžně s kabely bude veden zemnící drát </w:t>
      </w:r>
      <w:proofErr w:type="spellStart"/>
      <w:r w:rsidR="00335B0D">
        <w:t>FeZn</w:t>
      </w:r>
      <w:proofErr w:type="spellEnd"/>
      <w:r w:rsidR="00335B0D">
        <w:t xml:space="preserve"> Ø 10 pro uzemnění svítidel. Zemnící drát bude uložen na dno kabelové rýhy </w:t>
      </w:r>
      <w:proofErr w:type="gramStart"/>
      <w:r w:rsidR="00335B0D">
        <w:t>do  zeminy</w:t>
      </w:r>
      <w:proofErr w:type="gramEnd"/>
      <w:r w:rsidR="00335B0D">
        <w:t>. Délka paprsku min. 15 m – tak aby odpor jednotlivých uzemnění nepřesáhl 15 Ohmů.</w:t>
      </w:r>
    </w:p>
    <w:p w:rsidR="00335B0D" w:rsidRDefault="00271EF7">
      <w:pPr>
        <w:pStyle w:val="Techzprtext"/>
        <w:rPr>
          <w:rFonts w:ascii="RomanD" w:hAnsi="RomanD" w:cs="RomanD"/>
          <w:color w:val="00FFFF"/>
          <w:sz w:val="24"/>
          <w:szCs w:val="24"/>
        </w:rPr>
      </w:pPr>
      <w:r>
        <w:t xml:space="preserve">Nové stožáry budou napojeny novým kabelem CYKY - </w:t>
      </w:r>
      <w:r w:rsidR="005773C8">
        <w:t>O</w:t>
      </w:r>
      <w:r>
        <w:t xml:space="preserve"> </w:t>
      </w:r>
      <w:r w:rsidR="005773C8">
        <w:t>4</w:t>
      </w:r>
      <w:r>
        <w:t>x1</w:t>
      </w:r>
      <w:r w:rsidR="001B31CD">
        <w:t>0</w:t>
      </w:r>
      <w:r>
        <w:t>mm2 a budou ukončeny na stávající</w:t>
      </w:r>
      <w:r w:rsidR="005773C8">
        <w:t>m</w:t>
      </w:r>
      <w:r>
        <w:t xml:space="preserve"> stožár</w:t>
      </w:r>
      <w:r w:rsidR="005773C8">
        <w:t>u</w:t>
      </w:r>
      <w:r>
        <w:t xml:space="preserve"> a to v </w:t>
      </w:r>
      <w:proofErr w:type="spellStart"/>
      <w:r>
        <w:t>ul</w:t>
      </w:r>
      <w:proofErr w:type="spellEnd"/>
      <w:r>
        <w:t xml:space="preserve"> </w:t>
      </w:r>
      <w:r w:rsidR="005773C8">
        <w:t>Roháčové</w:t>
      </w:r>
      <w:r>
        <w:t xml:space="preserve"> a </w:t>
      </w:r>
      <w:r w:rsidR="005773C8">
        <w:t xml:space="preserve">z druhé strany bude do nového stožáru zatažen stávající kabel od stožáru v </w:t>
      </w:r>
      <w:proofErr w:type="spellStart"/>
      <w:r w:rsidR="005773C8">
        <w:t>ul</w:t>
      </w:r>
      <w:proofErr w:type="spellEnd"/>
      <w:r w:rsidR="005773C8">
        <w:t xml:space="preserve"> Prokopa Velikého</w:t>
      </w:r>
      <w:r>
        <w:t>.</w:t>
      </w:r>
      <w:r w:rsidR="00AD07CD">
        <w:t xml:space="preserve"> V trase bude založena chránička HDPE 40 jako rezerva.</w:t>
      </w:r>
    </w:p>
    <w:p w:rsidR="00035E9C" w:rsidRDefault="00035E9C">
      <w:pPr>
        <w:pStyle w:val="Techzprtext"/>
      </w:pPr>
    </w:p>
    <w:p w:rsidR="00335B0D" w:rsidRDefault="00335B0D">
      <w:pPr>
        <w:pStyle w:val="Nadpis3"/>
      </w:pPr>
      <w:bookmarkStart w:id="5" w:name="_Toc144796977"/>
      <w:r>
        <w:t>Opatření z hlediska ochrany životního prostředí</w:t>
      </w:r>
      <w:bookmarkEnd w:id="5"/>
    </w:p>
    <w:p w:rsidR="00335B0D" w:rsidRDefault="00335B0D">
      <w:pPr>
        <w:pStyle w:val="Techzprtext"/>
      </w:pPr>
      <w:r>
        <w:t>Při stavbě nesmí být nadměrně narušeno životní prostředí a zejména je nutno dodržet základní hygienické podmínky.</w:t>
      </w:r>
    </w:p>
    <w:p w:rsidR="00335B0D" w:rsidRDefault="00335B0D">
      <w:pPr>
        <w:pStyle w:val="Techzprtext"/>
      </w:pPr>
      <w:r>
        <w:t>-hladina hluku ze stavební činnosti nesmí překročit 65 dB ve vzdálenosti 2m od domů</w:t>
      </w:r>
    </w:p>
    <w:p w:rsidR="00335B0D" w:rsidRDefault="00335B0D">
      <w:pPr>
        <w:pStyle w:val="Techzprtext"/>
      </w:pPr>
      <w:r>
        <w:t>-přebytečná zemina bude průběžně odvážena tak, aby nedocházelo ke zbytečnému znečištění vozovek.</w:t>
      </w:r>
    </w:p>
    <w:p w:rsidR="00335B0D" w:rsidRDefault="001B31CD">
      <w:pPr>
        <w:pStyle w:val="Techzprtext"/>
      </w:pPr>
      <w:r>
        <w:t xml:space="preserve">-pro zamezení </w:t>
      </w:r>
      <w:r w:rsidR="00335B0D">
        <w:t>znečištění okolí bude výkop co nejdříve po záhozu upraven definitivním povrchem.</w:t>
      </w:r>
    </w:p>
    <w:p w:rsidR="00335B0D" w:rsidRDefault="00335B0D">
      <w:pPr>
        <w:pStyle w:val="Techzprtext"/>
      </w:pPr>
      <w:r>
        <w:t xml:space="preserve">-vstupy do objektů budou zajištěny pomocí lávek se zábradlí, výkopy budou </w:t>
      </w:r>
      <w:proofErr w:type="spellStart"/>
      <w:r>
        <w:t>ohraženy</w:t>
      </w:r>
      <w:proofErr w:type="spellEnd"/>
      <w:r>
        <w:t xml:space="preserve"> a v noci osvětleny.</w:t>
      </w:r>
    </w:p>
    <w:p w:rsidR="00335B0D" w:rsidRDefault="00335B0D">
      <w:pPr>
        <w:pStyle w:val="Techzprtext"/>
      </w:pPr>
      <w:r>
        <w:t>-při stavbě musí být zachován průjezd sanitních a požárních vozidel</w:t>
      </w:r>
    </w:p>
    <w:p w:rsidR="00335B0D" w:rsidRDefault="00335B0D">
      <w:pPr>
        <w:pStyle w:val="Techzprtext"/>
      </w:pPr>
      <w:r>
        <w:t>-musí být zajištěn přístup k vodovodním a příp</w:t>
      </w:r>
      <w:r w:rsidR="001B31CD">
        <w:t>.</w:t>
      </w:r>
      <w:r>
        <w:t xml:space="preserve"> plynovým uzávěrům, ke kanalizačním vpustím atd</w:t>
      </w:r>
      <w:r w:rsidR="001B31CD">
        <w:t>.</w:t>
      </w:r>
    </w:p>
    <w:p w:rsidR="00C438E8" w:rsidRDefault="00C438E8">
      <w:pPr>
        <w:pStyle w:val="Nadpis3"/>
      </w:pPr>
      <w:bookmarkStart w:id="6" w:name="_Toc144796978"/>
    </w:p>
    <w:p w:rsidR="00335B0D" w:rsidRDefault="00335B0D">
      <w:pPr>
        <w:pStyle w:val="Nadpis3"/>
      </w:pPr>
      <w:r>
        <w:t>Ochrana zdraví a bezpečnost zdraví práci</w:t>
      </w:r>
      <w:bookmarkEnd w:id="6"/>
    </w:p>
    <w:p w:rsidR="00335B0D" w:rsidRDefault="00335B0D">
      <w:pPr>
        <w:pStyle w:val="Techzprtext"/>
      </w:pPr>
      <w:r>
        <w:t>Dle vyhlášky ČUBP č.324/1990Sb o bezpečnosti práce investor předá dodavateli vyjádření správců existujících podzemních inženýrských sítí. Zajistí vyznačení směrového a hloubkového vyznačení sítí. Před odevzdáním staveniště investor písemně předá a dodavatel písemně převezme vyznačení sít příp. jiných překážek</w:t>
      </w:r>
    </w:p>
    <w:p w:rsidR="00335B0D" w:rsidRDefault="00335B0D">
      <w:pPr>
        <w:jc w:val="both"/>
      </w:pPr>
    </w:p>
    <w:p w:rsidR="00335B0D" w:rsidRDefault="00335B0D">
      <w:pPr>
        <w:jc w:val="both"/>
      </w:pPr>
    </w:p>
    <w:p w:rsidR="001E6F36" w:rsidRDefault="001E6F36" w:rsidP="001E6F36">
      <w:pPr>
        <w:pStyle w:val="Nadpis3"/>
      </w:pPr>
      <w:r>
        <w:t>Závěr</w:t>
      </w:r>
    </w:p>
    <w:p w:rsidR="001E6F36" w:rsidRDefault="001E6F36" w:rsidP="001E6F36">
      <w:pPr>
        <w:pStyle w:val="Zkladntext"/>
        <w:spacing w:line="300" w:lineRule="exact"/>
        <w:ind w:left="-142" w:right="-568" w:firstLine="850"/>
        <w:jc w:val="both"/>
        <w:rPr>
          <w:sz w:val="22"/>
        </w:rPr>
      </w:pPr>
      <w:r>
        <w:rPr>
          <w:sz w:val="22"/>
        </w:rPr>
        <w:t>- Dodavatelem bude firma s potřebnými oprávněními pro práci na vyhrazených elektrických zařízeních. Před předáním zajistí výchozí revizi, zakreslení skutečného stavu, manuály a výrobní dokumentaci zařízení v českém jazyce a poučení a zaškolení obsluhy. Veškeré práce budou provedeny dle technických postupů jednotlivých výrobců, jedná se zejména o dodržení teploty při montáži, mech.</w:t>
      </w:r>
      <w:r w:rsidR="001B31CD">
        <w:rPr>
          <w:sz w:val="22"/>
        </w:rPr>
        <w:t xml:space="preserve"> </w:t>
      </w:r>
      <w:bookmarkStart w:id="7" w:name="_GoBack"/>
      <w:bookmarkEnd w:id="7"/>
      <w:proofErr w:type="gramStart"/>
      <w:r>
        <w:rPr>
          <w:sz w:val="22"/>
        </w:rPr>
        <w:t>zatěžování</w:t>
      </w:r>
      <w:proofErr w:type="gramEnd"/>
      <w:r>
        <w:rPr>
          <w:sz w:val="22"/>
        </w:rPr>
        <w:t xml:space="preserve"> atd.</w:t>
      </w:r>
    </w:p>
    <w:p w:rsidR="001E6F36" w:rsidRDefault="001E6F36" w:rsidP="001E6F36">
      <w:pPr>
        <w:spacing w:line="300" w:lineRule="exact"/>
        <w:ind w:left="-142" w:right="-568" w:firstLine="143"/>
        <w:jc w:val="both"/>
        <w:rPr>
          <w:sz w:val="22"/>
        </w:rPr>
      </w:pPr>
      <w:r>
        <w:rPr>
          <w:sz w:val="22"/>
        </w:rPr>
        <w:t xml:space="preserve">           </w:t>
      </w:r>
      <w:r>
        <w:rPr>
          <w:sz w:val="22"/>
        </w:rPr>
        <w:tab/>
        <w:t xml:space="preserve">- Tato technická zpráva doplňuje výkresovou část a je nedílnou součástí projektu. Projekt je navržen jednoduchým a přehledným způsobem dle současně platných předpisů a norem ČSN, které musí být i při realizaci spolu s předpisy BOZP v plné míře respektovány. Trasy vedení jsou patrné z výkresové části dokumentace, použité značky jsou běžné. Legenda je na výkresech. Projekt předpokládá prostředí bez výrazných vlivů a nebezpečí výbuchu. Pokud by komise </w:t>
      </w:r>
      <w:proofErr w:type="gramStart"/>
      <w:r>
        <w:rPr>
          <w:sz w:val="22"/>
        </w:rPr>
        <w:t>stanovila</w:t>
      </w:r>
      <w:proofErr w:type="gramEnd"/>
      <w:r>
        <w:rPr>
          <w:sz w:val="22"/>
        </w:rPr>
        <w:t xml:space="preserve"> výrazné vlivy </w:t>
      </w:r>
      <w:proofErr w:type="gramStart"/>
      <w:r>
        <w:rPr>
          <w:sz w:val="22"/>
        </w:rPr>
        <w:t>musí</w:t>
      </w:r>
      <w:proofErr w:type="gramEnd"/>
      <w:r>
        <w:rPr>
          <w:sz w:val="22"/>
        </w:rPr>
        <w:t xml:space="preserve"> být provedena revize tohoto projektu z hlediska prostředí. Všechny použité materiály musí vyhovovat platným normám a musí být schváleny elektrotechnickým zkušebním ústavem pro použití v ČR. Veškeré elektroinstalační rozvody musí být provedeny v souladu s příslušnými ČSN a souvisejícími předpisy, platnými v době realizace.</w:t>
      </w:r>
    </w:p>
    <w:p w:rsidR="001E6F36" w:rsidRPr="001E6F36" w:rsidRDefault="001E6F36" w:rsidP="001E6F36"/>
    <w:p w:rsidR="00335B0D" w:rsidRDefault="00335B0D">
      <w:pPr>
        <w:ind w:left="708" w:firstLine="29"/>
        <w:jc w:val="both"/>
      </w:pPr>
    </w:p>
    <w:sectPr w:rsidR="00335B0D" w:rsidSect="00350428">
      <w:headerReference w:type="default" r:id="rId11"/>
      <w:footerReference w:type="default" r:id="rId12"/>
      <w:pgSz w:w="11906" w:h="16838"/>
      <w:pgMar w:top="1417" w:right="849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203F" w:rsidRDefault="0024203F">
      <w:r>
        <w:separator/>
      </w:r>
    </w:p>
  </w:endnote>
  <w:endnote w:type="continuationSeparator" w:id="0">
    <w:p w:rsidR="0024203F" w:rsidRDefault="00242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manD">
    <w:altName w:val="Courier New"/>
    <w:panose1 w:val="00000400000000000000"/>
    <w:charset w:val="EE"/>
    <w:family w:val="auto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415E" w:rsidRDefault="00C9415E">
    <w:pPr>
      <w:pStyle w:val="Zpat"/>
      <w:rPr>
        <w:b/>
        <w:bCs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napToGrid w:val="0"/>
        <w:sz w:val="16"/>
        <w:szCs w:val="16"/>
      </w:rPr>
      <w:t xml:space="preserve">- </w:t>
    </w:r>
    <w:r w:rsidR="00EE1A1C">
      <w:rPr>
        <w:rFonts w:ascii="Arial" w:hAnsi="Arial" w:cs="Arial"/>
        <w:snapToGrid w:val="0"/>
        <w:sz w:val="16"/>
        <w:szCs w:val="16"/>
      </w:rPr>
      <w:fldChar w:fldCharType="begin"/>
    </w:r>
    <w:r>
      <w:rPr>
        <w:rFonts w:ascii="Arial" w:hAnsi="Arial" w:cs="Arial"/>
        <w:snapToGrid w:val="0"/>
        <w:sz w:val="16"/>
        <w:szCs w:val="16"/>
      </w:rPr>
      <w:instrText xml:space="preserve"> PAGE </w:instrText>
    </w:r>
    <w:r w:rsidR="00EE1A1C">
      <w:rPr>
        <w:rFonts w:ascii="Arial" w:hAnsi="Arial" w:cs="Arial"/>
        <w:snapToGrid w:val="0"/>
        <w:sz w:val="16"/>
        <w:szCs w:val="16"/>
      </w:rPr>
      <w:fldChar w:fldCharType="separate"/>
    </w:r>
    <w:r w:rsidR="001B31CD">
      <w:rPr>
        <w:rFonts w:ascii="Arial" w:hAnsi="Arial" w:cs="Arial"/>
        <w:noProof/>
        <w:snapToGrid w:val="0"/>
        <w:sz w:val="16"/>
        <w:szCs w:val="16"/>
      </w:rPr>
      <w:t>3</w:t>
    </w:r>
    <w:r w:rsidR="00EE1A1C">
      <w:rPr>
        <w:rFonts w:ascii="Arial" w:hAnsi="Arial" w:cs="Arial"/>
        <w:snapToGrid w:val="0"/>
        <w:sz w:val="16"/>
        <w:szCs w:val="16"/>
      </w:rPr>
      <w:fldChar w:fldCharType="end"/>
    </w:r>
    <w:r>
      <w:rPr>
        <w:rFonts w:ascii="Arial" w:hAnsi="Arial" w:cs="Arial"/>
        <w:snapToGrid w:val="0"/>
        <w:sz w:val="16"/>
        <w:szCs w:val="16"/>
      </w:rPr>
      <w:t>/</w:t>
    </w:r>
    <w:r w:rsidR="00EE1A1C"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 w:rsidR="00EE1A1C">
      <w:rPr>
        <w:rStyle w:val="slostrnky"/>
      </w:rPr>
      <w:fldChar w:fldCharType="separate"/>
    </w:r>
    <w:r w:rsidR="001B31CD">
      <w:rPr>
        <w:rStyle w:val="slostrnky"/>
        <w:noProof/>
      </w:rPr>
      <w:t>3</w:t>
    </w:r>
    <w:r w:rsidR="00EE1A1C">
      <w:rPr>
        <w:rStyle w:val="slostrnky"/>
      </w:rPr>
      <w:fldChar w:fldCharType="end"/>
    </w:r>
    <w:r>
      <w:rPr>
        <w:rFonts w:ascii="Arial" w:hAnsi="Arial" w:cs="Arial"/>
        <w:snapToGrid w:val="0"/>
        <w:sz w:val="16"/>
        <w:szCs w:val="16"/>
      </w:rPr>
      <w:t xml:space="preserve"> -</w:t>
    </w:r>
    <w:r>
      <w:rPr>
        <w:rFonts w:ascii="Arial" w:hAnsi="Arial" w:cs="Arial"/>
        <w:snapToGrid w:val="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203F" w:rsidRDefault="0024203F">
      <w:r>
        <w:separator/>
      </w:r>
    </w:p>
  </w:footnote>
  <w:footnote w:type="continuationSeparator" w:id="0">
    <w:p w:rsidR="0024203F" w:rsidRDefault="002420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415E" w:rsidRDefault="0024203F">
    <w:pPr>
      <w:pStyle w:val="Zhlav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>
              <wp:simplePos x="0" y="0"/>
              <wp:positionH relativeFrom="column">
                <wp:posOffset>-48260</wp:posOffset>
              </wp:positionH>
              <wp:positionV relativeFrom="paragraph">
                <wp:posOffset>124459</wp:posOffset>
              </wp:positionV>
              <wp:extent cx="61722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6A1FF7B" id="Line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pt,9.8pt" to="482.2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2B032E"/>
    <w:multiLevelType w:val="singleLevel"/>
    <w:tmpl w:val="38F6C1DE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1" w15:restartNumberingAfterBreak="0">
    <w:nsid w:val="10B1796B"/>
    <w:multiLevelType w:val="singleLevel"/>
    <w:tmpl w:val="A45262B2"/>
    <w:lvl w:ilvl="0">
      <w:start w:val="8"/>
      <w:numFmt w:val="decimal"/>
      <w:lvlText w:val="%1"/>
      <w:lvlJc w:val="left"/>
      <w:pPr>
        <w:tabs>
          <w:tab w:val="num" w:pos="1410"/>
        </w:tabs>
        <w:ind w:left="1410" w:hanging="360"/>
      </w:pPr>
      <w:rPr>
        <w:rFonts w:cs="Times New Roman" w:hint="default"/>
      </w:rPr>
    </w:lvl>
  </w:abstractNum>
  <w:abstractNum w:abstractNumId="2" w15:restartNumberingAfterBreak="0">
    <w:nsid w:val="13ED310E"/>
    <w:multiLevelType w:val="multilevel"/>
    <w:tmpl w:val="3F7CF2B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 w15:restartNumberingAfterBreak="0">
    <w:nsid w:val="1FCA378C"/>
    <w:multiLevelType w:val="multilevel"/>
    <w:tmpl w:val="74A08244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  <w:u w:val="none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u w:val="none"/>
      </w:rPr>
    </w:lvl>
  </w:abstractNum>
  <w:abstractNum w:abstractNumId="4" w15:restartNumberingAfterBreak="0">
    <w:nsid w:val="4D7B2BBB"/>
    <w:multiLevelType w:val="singleLevel"/>
    <w:tmpl w:val="28828EDE"/>
    <w:lvl w:ilvl="0">
      <w:start w:val="7"/>
      <w:numFmt w:val="decimal"/>
      <w:lvlText w:val="%1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</w:abstractNum>
  <w:abstractNum w:abstractNumId="5" w15:restartNumberingAfterBreak="0">
    <w:nsid w:val="64D21C50"/>
    <w:multiLevelType w:val="singleLevel"/>
    <w:tmpl w:val="BD225D1C"/>
    <w:lvl w:ilvl="0">
      <w:start w:val="11"/>
      <w:numFmt w:val="decimal"/>
      <w:lvlText w:val="%1-"/>
      <w:lvlJc w:val="left"/>
      <w:pPr>
        <w:tabs>
          <w:tab w:val="num" w:pos="1410"/>
        </w:tabs>
        <w:ind w:left="1410" w:hanging="495"/>
      </w:pPr>
      <w:rPr>
        <w:rFonts w:cs="Times New Roman" w:hint="default"/>
      </w:rPr>
    </w:lvl>
  </w:abstractNum>
  <w:abstractNum w:abstractNumId="6" w15:restartNumberingAfterBreak="0">
    <w:nsid w:val="6C361115"/>
    <w:multiLevelType w:val="singleLevel"/>
    <w:tmpl w:val="0C3CBF78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7" w15:restartNumberingAfterBreak="0">
    <w:nsid w:val="6CA70C2C"/>
    <w:multiLevelType w:val="multilevel"/>
    <w:tmpl w:val="3F947C64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  <w:u w:val="none"/>
      </w:rPr>
    </w:lvl>
    <w:lvl w:ilvl="1">
      <w:start w:val="4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u w:val="none"/>
      </w:rPr>
    </w:lvl>
  </w:abstractNum>
  <w:abstractNum w:abstractNumId="8" w15:restartNumberingAfterBreak="0">
    <w:nsid w:val="73F83C6E"/>
    <w:multiLevelType w:val="multilevel"/>
    <w:tmpl w:val="13BC9334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1980"/>
        </w:tabs>
        <w:ind w:left="1980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30"/>
        </w:tabs>
        <w:ind w:left="36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5445"/>
        </w:tabs>
        <w:ind w:left="544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00"/>
        </w:tabs>
        <w:ind w:left="6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715"/>
        </w:tabs>
        <w:ind w:left="871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170"/>
        </w:tabs>
        <w:ind w:left="101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985"/>
        </w:tabs>
        <w:ind w:left="1198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440"/>
        </w:tabs>
        <w:ind w:left="13440" w:hanging="1800"/>
      </w:pPr>
      <w:rPr>
        <w:rFonts w:cs="Times New Roman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8"/>
  </w:num>
  <w:num w:numId="7">
    <w:abstractNumId w:val="7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attachedTemplate r:id="rId1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03F"/>
    <w:rsid w:val="00035E9C"/>
    <w:rsid w:val="0004274E"/>
    <w:rsid w:val="000D0D45"/>
    <w:rsid w:val="000E46DC"/>
    <w:rsid w:val="00110CBA"/>
    <w:rsid w:val="001127C7"/>
    <w:rsid w:val="001B31CD"/>
    <w:rsid w:val="001B5F45"/>
    <w:rsid w:val="001C4EBF"/>
    <w:rsid w:val="001D55EE"/>
    <w:rsid w:val="001E1D1E"/>
    <w:rsid w:val="001E6F36"/>
    <w:rsid w:val="00216D5D"/>
    <w:rsid w:val="002372FB"/>
    <w:rsid w:val="0024203F"/>
    <w:rsid w:val="00271EF7"/>
    <w:rsid w:val="00304B0D"/>
    <w:rsid w:val="00325E4B"/>
    <w:rsid w:val="00335B0D"/>
    <w:rsid w:val="00350428"/>
    <w:rsid w:val="0037625D"/>
    <w:rsid w:val="00413FF9"/>
    <w:rsid w:val="004812BE"/>
    <w:rsid w:val="00494B10"/>
    <w:rsid w:val="004C539A"/>
    <w:rsid w:val="004F57E9"/>
    <w:rsid w:val="00556855"/>
    <w:rsid w:val="005600D3"/>
    <w:rsid w:val="005773C8"/>
    <w:rsid w:val="00591FAF"/>
    <w:rsid w:val="00642101"/>
    <w:rsid w:val="00656876"/>
    <w:rsid w:val="0065715A"/>
    <w:rsid w:val="006B48E1"/>
    <w:rsid w:val="006E0712"/>
    <w:rsid w:val="00795D83"/>
    <w:rsid w:val="008A188E"/>
    <w:rsid w:val="00922684"/>
    <w:rsid w:val="009A76D7"/>
    <w:rsid w:val="009B4085"/>
    <w:rsid w:val="00A538DD"/>
    <w:rsid w:val="00A71669"/>
    <w:rsid w:val="00A74485"/>
    <w:rsid w:val="00AD07CD"/>
    <w:rsid w:val="00AF712F"/>
    <w:rsid w:val="00BF3AD7"/>
    <w:rsid w:val="00C1425C"/>
    <w:rsid w:val="00C4234C"/>
    <w:rsid w:val="00C438E8"/>
    <w:rsid w:val="00C4624C"/>
    <w:rsid w:val="00C7640D"/>
    <w:rsid w:val="00C83351"/>
    <w:rsid w:val="00C9415E"/>
    <w:rsid w:val="00CC332F"/>
    <w:rsid w:val="00CD6FB1"/>
    <w:rsid w:val="00D571FA"/>
    <w:rsid w:val="00D82210"/>
    <w:rsid w:val="00D97AB6"/>
    <w:rsid w:val="00ED23A5"/>
    <w:rsid w:val="00EE1A1C"/>
    <w:rsid w:val="00F42489"/>
    <w:rsid w:val="00F94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5:docId w15:val="{264DD579-081D-4776-AD40-A5FB500C4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0428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350428"/>
    <w:pPr>
      <w:keepNext/>
      <w:jc w:val="both"/>
      <w:outlineLvl w:val="0"/>
    </w:pPr>
    <w:rPr>
      <w:rFonts w:ascii="Arial" w:hAnsi="Arial" w:cs="Arial"/>
      <w:b/>
      <w:bCs/>
      <w:sz w:val="24"/>
      <w:szCs w:val="24"/>
    </w:rPr>
  </w:style>
  <w:style w:type="paragraph" w:styleId="Nadpis2">
    <w:name w:val="heading 2"/>
    <w:aliases w:val="Nadpis2"/>
    <w:basedOn w:val="Normln"/>
    <w:next w:val="Normln"/>
    <w:link w:val="Nadpis2Char"/>
    <w:uiPriority w:val="99"/>
    <w:qFormat/>
    <w:rsid w:val="00350428"/>
    <w:pPr>
      <w:keepNext/>
      <w:spacing w:before="360" w:after="360"/>
      <w:outlineLvl w:val="1"/>
    </w:pPr>
    <w:rPr>
      <w:b/>
      <w:bCs/>
      <w:color w:val="000000"/>
    </w:rPr>
  </w:style>
  <w:style w:type="paragraph" w:styleId="Nadpis3">
    <w:name w:val="heading 3"/>
    <w:basedOn w:val="Normln"/>
    <w:next w:val="Normln"/>
    <w:link w:val="Nadpis3Char"/>
    <w:uiPriority w:val="99"/>
    <w:qFormat/>
    <w:rsid w:val="00350428"/>
    <w:pPr>
      <w:keepNext/>
      <w:ind w:left="454"/>
      <w:outlineLvl w:val="2"/>
    </w:pPr>
    <w:rPr>
      <w:rFonts w:ascii="Arial" w:hAnsi="Arial" w:cs="Arial"/>
      <w:b/>
      <w:bCs/>
      <w:i/>
      <w:iCs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350428"/>
    <w:pPr>
      <w:keepNext/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350428"/>
    <w:pPr>
      <w:spacing w:before="240" w:after="60"/>
      <w:outlineLvl w:val="4"/>
    </w:pPr>
    <w:rPr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9"/>
    <w:qFormat/>
    <w:rsid w:val="00350428"/>
    <w:pPr>
      <w:spacing w:before="240" w:after="60"/>
      <w:outlineLvl w:val="5"/>
    </w:pPr>
    <w:rPr>
      <w:i/>
      <w:i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350428"/>
    <w:pPr>
      <w:spacing w:before="240" w:after="60"/>
      <w:outlineLvl w:val="6"/>
    </w:pPr>
    <w:rPr>
      <w:rFonts w:ascii="Arial" w:hAnsi="Arial" w:cs="Arial"/>
    </w:rPr>
  </w:style>
  <w:style w:type="paragraph" w:styleId="Nadpis8">
    <w:name w:val="heading 8"/>
    <w:basedOn w:val="Normln"/>
    <w:next w:val="Normln"/>
    <w:link w:val="Nadpis8Char"/>
    <w:uiPriority w:val="99"/>
    <w:qFormat/>
    <w:rsid w:val="00350428"/>
    <w:pPr>
      <w:spacing w:before="240" w:after="60"/>
      <w:outlineLvl w:val="7"/>
    </w:pPr>
    <w:rPr>
      <w:rFonts w:ascii="Arial" w:hAnsi="Arial" w:cs="Arial"/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350428"/>
    <w:p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35042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aliases w:val="Nadpis2 Char"/>
    <w:basedOn w:val="Standardnpsmoodstavce"/>
    <w:link w:val="Nadpis2"/>
    <w:uiPriority w:val="9"/>
    <w:semiHidden/>
    <w:locked/>
    <w:rsid w:val="0035042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locked/>
    <w:rsid w:val="0035042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locked/>
    <w:rsid w:val="00350428"/>
    <w:rPr>
      <w:rFonts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locked/>
    <w:rsid w:val="00350428"/>
    <w:rPr>
      <w:rFonts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locked/>
    <w:rsid w:val="00350428"/>
    <w:rPr>
      <w:rFonts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locked/>
    <w:rsid w:val="00350428"/>
    <w:rPr>
      <w:rFonts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locked/>
    <w:rsid w:val="00350428"/>
    <w:rPr>
      <w:rFonts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locked/>
    <w:rsid w:val="00350428"/>
    <w:rPr>
      <w:rFonts w:asciiTheme="majorHAnsi" w:eastAsiaTheme="majorEastAsia" w:hAnsiTheme="majorHAnsi" w:cstheme="majorBidi"/>
    </w:rPr>
  </w:style>
  <w:style w:type="paragraph" w:styleId="Zhlav">
    <w:name w:val="header"/>
    <w:basedOn w:val="Normln"/>
    <w:link w:val="ZhlavChar"/>
    <w:uiPriority w:val="99"/>
    <w:rsid w:val="0035042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350428"/>
    <w:rPr>
      <w:rFonts w:ascii="Times New Roman" w:hAnsi="Times New Roman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rsid w:val="0035042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350428"/>
    <w:rPr>
      <w:rFonts w:ascii="Times New Roman" w:hAnsi="Times New Roman" w:cs="Times New Roman"/>
      <w:sz w:val="20"/>
      <w:szCs w:val="20"/>
    </w:rPr>
  </w:style>
  <w:style w:type="paragraph" w:styleId="Prosttext">
    <w:name w:val="Plain Text"/>
    <w:basedOn w:val="Normln"/>
    <w:link w:val="ProsttextChar"/>
    <w:uiPriority w:val="99"/>
    <w:rsid w:val="00350428"/>
    <w:rPr>
      <w:rFonts w:ascii="Courier New" w:hAnsi="Courier New" w:cs="Courier New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350428"/>
    <w:rPr>
      <w:rFonts w:ascii="Courier New" w:hAnsi="Courier New" w:cs="Courier New"/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rsid w:val="00350428"/>
    <w:pPr>
      <w:ind w:hanging="142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350428"/>
    <w:rPr>
      <w:rFonts w:ascii="Times New Roman" w:hAnsi="Times New Roman" w:cs="Times New Roman"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350428"/>
    <w:pPr>
      <w:ind w:left="708" w:firstLine="29"/>
      <w:jc w:val="both"/>
    </w:pPr>
    <w:rPr>
      <w:rFonts w:ascii="Arial" w:hAnsi="Arial" w:cs="Arial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350428"/>
    <w:rPr>
      <w:rFonts w:ascii="Times New Roman" w:hAnsi="Times New Roman" w:cs="Times New Roman"/>
      <w:sz w:val="20"/>
      <w:szCs w:val="20"/>
    </w:rPr>
  </w:style>
  <w:style w:type="paragraph" w:styleId="Obsah1">
    <w:name w:val="toc 1"/>
    <w:basedOn w:val="Normln"/>
    <w:next w:val="Normln"/>
    <w:autoRedefine/>
    <w:uiPriority w:val="99"/>
    <w:rsid w:val="00350428"/>
  </w:style>
  <w:style w:type="paragraph" w:styleId="Obsah2">
    <w:name w:val="toc 2"/>
    <w:basedOn w:val="Normln"/>
    <w:next w:val="Normln"/>
    <w:autoRedefine/>
    <w:uiPriority w:val="99"/>
    <w:rsid w:val="00350428"/>
    <w:pPr>
      <w:ind w:left="200"/>
    </w:pPr>
  </w:style>
  <w:style w:type="paragraph" w:styleId="Obsah3">
    <w:name w:val="toc 3"/>
    <w:basedOn w:val="Normln"/>
    <w:next w:val="Normln"/>
    <w:autoRedefine/>
    <w:uiPriority w:val="99"/>
    <w:rsid w:val="00350428"/>
    <w:pPr>
      <w:ind w:left="400"/>
    </w:pPr>
  </w:style>
  <w:style w:type="paragraph" w:styleId="Obsah4">
    <w:name w:val="toc 4"/>
    <w:basedOn w:val="Normln"/>
    <w:next w:val="Normln"/>
    <w:autoRedefine/>
    <w:uiPriority w:val="99"/>
    <w:rsid w:val="00350428"/>
    <w:pPr>
      <w:ind w:left="600"/>
    </w:pPr>
  </w:style>
  <w:style w:type="paragraph" w:styleId="Obsah5">
    <w:name w:val="toc 5"/>
    <w:basedOn w:val="Normln"/>
    <w:next w:val="Normln"/>
    <w:autoRedefine/>
    <w:uiPriority w:val="99"/>
    <w:rsid w:val="00350428"/>
    <w:pPr>
      <w:ind w:left="800"/>
    </w:pPr>
  </w:style>
  <w:style w:type="paragraph" w:styleId="Obsah6">
    <w:name w:val="toc 6"/>
    <w:basedOn w:val="Normln"/>
    <w:next w:val="Normln"/>
    <w:autoRedefine/>
    <w:uiPriority w:val="99"/>
    <w:rsid w:val="00350428"/>
    <w:pPr>
      <w:ind w:left="1000"/>
    </w:pPr>
  </w:style>
  <w:style w:type="paragraph" w:styleId="Obsah7">
    <w:name w:val="toc 7"/>
    <w:basedOn w:val="Normln"/>
    <w:next w:val="Normln"/>
    <w:autoRedefine/>
    <w:uiPriority w:val="99"/>
    <w:rsid w:val="00350428"/>
    <w:pPr>
      <w:ind w:left="1200"/>
    </w:pPr>
  </w:style>
  <w:style w:type="paragraph" w:styleId="Obsah8">
    <w:name w:val="toc 8"/>
    <w:basedOn w:val="Normln"/>
    <w:next w:val="Normln"/>
    <w:autoRedefine/>
    <w:uiPriority w:val="99"/>
    <w:rsid w:val="00350428"/>
    <w:pPr>
      <w:ind w:left="1400"/>
    </w:pPr>
  </w:style>
  <w:style w:type="paragraph" w:styleId="Obsah9">
    <w:name w:val="toc 9"/>
    <w:basedOn w:val="Normln"/>
    <w:next w:val="Normln"/>
    <w:autoRedefine/>
    <w:uiPriority w:val="99"/>
    <w:rsid w:val="00350428"/>
    <w:pPr>
      <w:ind w:left="1600"/>
    </w:pPr>
  </w:style>
  <w:style w:type="character" w:styleId="Hypertextovodkaz">
    <w:name w:val="Hyperlink"/>
    <w:basedOn w:val="Standardnpsmoodstavce"/>
    <w:uiPriority w:val="99"/>
    <w:rsid w:val="00350428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350428"/>
    <w:rPr>
      <w:rFonts w:cs="Times New Roman"/>
    </w:rPr>
  </w:style>
  <w:style w:type="paragraph" w:styleId="Zkladntextodsazen3">
    <w:name w:val="Body Text Indent 3"/>
    <w:basedOn w:val="Normln"/>
    <w:link w:val="Zkladntextodsazen3Char"/>
    <w:uiPriority w:val="99"/>
    <w:rsid w:val="00350428"/>
    <w:pPr>
      <w:ind w:left="708"/>
      <w:jc w:val="both"/>
    </w:pPr>
    <w:rPr>
      <w:rFonts w:ascii="Arial" w:hAnsi="Arial" w:cs="Arial"/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350428"/>
    <w:rPr>
      <w:rFonts w:ascii="Times New Roman" w:hAnsi="Times New Roman" w:cs="Times New Roman"/>
      <w:sz w:val="16"/>
      <w:szCs w:val="16"/>
    </w:rPr>
  </w:style>
  <w:style w:type="paragraph" w:customStyle="1" w:styleId="Techzprtext">
    <w:name w:val="Techzprtext"/>
    <w:basedOn w:val="Normln"/>
    <w:autoRedefine/>
    <w:uiPriority w:val="99"/>
    <w:rsid w:val="00350428"/>
    <w:pPr>
      <w:tabs>
        <w:tab w:val="left" w:pos="480"/>
        <w:tab w:val="left" w:pos="6096"/>
        <w:tab w:val="left" w:pos="7938"/>
        <w:tab w:val="left" w:pos="11766"/>
      </w:tabs>
      <w:ind w:left="360"/>
      <w:jc w:val="both"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1E6F3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1E6F36"/>
    <w:rPr>
      <w:rFonts w:ascii="Times New Roman" w:hAnsi="Times New Roman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32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3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4099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Excel_97-2003_Worksheet1.xls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1%20-%20VO\1%20-%20VO%20Kol&#237;n\Lipansk&#225;\Tech_zpr&#225;va_VO%20Kol&#237;n%20Lipansk&#225;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Tech_zpráva_VO Kolín Lipanská</Template>
  <TotalTime>3</TotalTime>
  <Pages>3</Pages>
  <Words>825</Words>
  <Characters>5190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   DOKUMENTACE</vt:lpstr>
    </vt:vector>
  </TitlesOfParts>
  <Company/>
  <LinksUpToDate>false</LinksUpToDate>
  <CharactersWithSpaces>6003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   DOKUMENTACE</dc:title>
  <dc:creator>Uživatel</dc:creator>
  <cp:lastModifiedBy>Uživatel</cp:lastModifiedBy>
  <cp:revision>2</cp:revision>
  <cp:lastPrinted>2017-06-12T16:25:00Z</cp:lastPrinted>
  <dcterms:created xsi:type="dcterms:W3CDTF">2019-09-20T07:24:00Z</dcterms:created>
  <dcterms:modified xsi:type="dcterms:W3CDTF">2019-09-20T07:27:00Z</dcterms:modified>
</cp:coreProperties>
</file>